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Pr="00B562DE" w:rsidRDefault="000008ED" w:rsidP="006C2343">
      <w:pPr>
        <w:pStyle w:val="Titul1"/>
      </w:pPr>
      <w:r w:rsidRPr="000008ED">
        <w:t>KOMENTÁŘ K</w:t>
      </w:r>
      <w:r w:rsidR="009A1080">
        <w:t xml:space="preserve"> POŽADAVKŮM NA VÝKON </w:t>
      </w:r>
      <w:r w:rsidR="009A1080" w:rsidRPr="00B562DE">
        <w:t>A FUNKCI</w:t>
      </w:r>
      <w:r w:rsidRPr="00B562DE">
        <w:t xml:space="preserve"> </w:t>
      </w:r>
    </w:p>
    <w:p w14:paraId="19A77343" w14:textId="77777777" w:rsidR="00AD0C7B" w:rsidRPr="00B562DE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47FDA110" w14:textId="43DC38ED" w:rsidR="00CF0EF4" w:rsidRDefault="00A14215" w:rsidP="00CF0EF4">
          <w:pPr>
            <w:pStyle w:val="Tituldatum"/>
          </w:pPr>
          <w:r w:rsidRPr="00B562DE">
            <w:rPr>
              <w:rStyle w:val="Nzevakce"/>
            </w:rPr>
            <w:t>Doplnění závor na PZS (P4</w:t>
          </w:r>
          <w:r w:rsidR="00CB09A0">
            <w:rPr>
              <w:rStyle w:val="Nzevakce"/>
            </w:rPr>
            <w:t>3</w:t>
          </w:r>
          <w:r w:rsidR="00741A56">
            <w:rPr>
              <w:rStyle w:val="Nzevakce"/>
            </w:rPr>
            <w:t>25</w:t>
          </w:r>
          <w:r w:rsidRPr="00B562DE">
            <w:rPr>
              <w:rStyle w:val="Nzevakce"/>
            </w:rPr>
            <w:t xml:space="preserve">) v km </w:t>
          </w:r>
          <w:r w:rsidR="00CB09A0">
            <w:rPr>
              <w:rStyle w:val="Nzevakce"/>
            </w:rPr>
            <w:t>4</w:t>
          </w:r>
          <w:r w:rsidR="00741A56">
            <w:rPr>
              <w:rStyle w:val="Nzevakce"/>
            </w:rPr>
            <w:t>9</w:t>
          </w:r>
          <w:r w:rsidR="00CB09A0">
            <w:rPr>
              <w:rStyle w:val="Nzevakce"/>
            </w:rPr>
            <w:t>,</w:t>
          </w:r>
          <w:r w:rsidR="00741A56">
            <w:rPr>
              <w:rStyle w:val="Nzevakce"/>
            </w:rPr>
            <w:t>079</w:t>
          </w:r>
          <w:r w:rsidR="00CB09A0">
            <w:rPr>
              <w:rStyle w:val="Nzevakce"/>
            </w:rPr>
            <w:t xml:space="preserve"> TÚ </w:t>
          </w:r>
          <w:r w:rsidRPr="00B562DE">
            <w:rPr>
              <w:rStyle w:val="Nzevakce"/>
            </w:rPr>
            <w:t xml:space="preserve">Hanušovice – </w:t>
          </w:r>
          <w:r w:rsidR="00CB09A0">
            <w:rPr>
              <w:rStyle w:val="Nzevakce"/>
            </w:rPr>
            <w:t>Mikulovice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0AA3E3F8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B09A0">
        <w:t>24</w:t>
      </w:r>
      <w:r w:rsidR="00A14215">
        <w:t>. 2. 2021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A850F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A850F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A850F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A850F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A850F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38BAC6A3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B562DE">
        <w:t>A, B, C, D, E</w:t>
      </w:r>
      <w:r w:rsidR="00F17F49">
        <w:t>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 xml:space="preserve">se stanoví náklady </w:t>
      </w:r>
      <w:proofErr w:type="gramStart"/>
      <w:r>
        <w:t>na</w:t>
      </w:r>
      <w:proofErr w:type="gramEnd"/>
      <w:r>
        <w:t>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7906708D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B562DE">
        <w:rPr>
          <w:i/>
        </w:rPr>
        <w:t>Stavb</w:t>
      </w:r>
      <w:r w:rsidR="00A14215" w:rsidRPr="00B562DE">
        <w:rPr>
          <w:i/>
        </w:rPr>
        <w:t>a_</w:t>
      </w:r>
      <w:r w:rsidR="00A850F9">
        <w:rPr>
          <w:i/>
        </w:rPr>
        <w:t>B</w:t>
      </w:r>
      <w:r w:rsidR="00A14215" w:rsidRPr="00B562DE">
        <w:rPr>
          <w:i/>
        </w:rPr>
        <w:t>_P</w:t>
      </w:r>
      <w:r w:rsidR="00B562DE" w:rsidRPr="00B562DE">
        <w:rPr>
          <w:i/>
        </w:rPr>
        <w:t>4</w:t>
      </w:r>
      <w:r w:rsidR="00A850F9">
        <w:rPr>
          <w:i/>
        </w:rPr>
        <w:t>325</w:t>
      </w:r>
      <w:bookmarkStart w:id="8" w:name="_GoBack"/>
      <w:bookmarkEnd w:id="8"/>
      <w:r w:rsidR="00F17F49" w:rsidRPr="00B562DE">
        <w:rPr>
          <w:i/>
        </w:rPr>
        <w:t>_</w:t>
      </w:r>
      <w:r w:rsidR="002F7330" w:rsidRPr="00B562DE">
        <w:rPr>
          <w:i/>
        </w:rPr>
        <w:t xml:space="preserve"> </w:t>
      </w:r>
      <w:r w:rsidR="00F17F49" w:rsidRPr="00B562DE">
        <w:rPr>
          <w:i/>
        </w:rPr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10C432D1" w:rsidR="00A6753E" w:rsidRPr="00A6753E" w:rsidRDefault="00A6753E" w:rsidP="00B562DE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 w:rsidR="00B562D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4946E4EC" w:rsidR="00A6753E" w:rsidRPr="00A6753E" w:rsidRDefault="00B562DE" w:rsidP="00741A56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Doplnění závor na PZS (P</w:t>
            </w:r>
            <w:r w:rsidR="00CE64A9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43</w:t>
            </w:r>
            <w:r w:rsidR="00741A56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25</w:t>
            </w: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) v km </w:t>
            </w:r>
            <w:r w:rsidR="00CE64A9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4</w:t>
            </w:r>
            <w:r w:rsidR="00741A56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9,079</w:t>
            </w:r>
            <w:r w:rsidR="00CE64A9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TÚ </w:t>
            </w: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Hanušovice – </w:t>
            </w:r>
            <w:r w:rsidR="00CE64A9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Mikulovice</w:t>
            </w:r>
            <w:r w:rsidR="00A6753E"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06D92DB8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562DE">
        <w:rPr>
          <w:i/>
        </w:rPr>
        <w:t>„</w:t>
      </w:r>
      <w:r w:rsidR="00B562DE" w:rsidRPr="00B562DE">
        <w:rPr>
          <w:i/>
        </w:rPr>
        <w:t>Stavba_</w:t>
      </w:r>
      <w:r w:rsidR="00741A56">
        <w:rPr>
          <w:i/>
        </w:rPr>
        <w:t>B</w:t>
      </w:r>
      <w:r w:rsidR="00B562DE" w:rsidRPr="00B562DE">
        <w:rPr>
          <w:i/>
        </w:rPr>
        <w:t>_P4</w:t>
      </w:r>
      <w:r w:rsidR="00CE64A9">
        <w:rPr>
          <w:i/>
        </w:rPr>
        <w:t>3</w:t>
      </w:r>
      <w:r w:rsidR="00741A56">
        <w:rPr>
          <w:i/>
        </w:rPr>
        <w:t>25</w:t>
      </w:r>
      <w:r w:rsidR="00B562DE" w:rsidRPr="00B562DE">
        <w:rPr>
          <w:i/>
        </w:rPr>
        <w:t>_Požadavky na výkon a funkci</w:t>
      </w:r>
      <w:r w:rsidR="00B2233D" w:rsidRPr="00B2233D">
        <w:rPr>
          <w:i/>
        </w:rPr>
        <w:t>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1ECB9C3A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B562DE" w:rsidRPr="00B562DE">
        <w:rPr>
          <w:i/>
        </w:rPr>
        <w:t>Stavba_</w:t>
      </w:r>
      <w:r w:rsidR="00741A56">
        <w:rPr>
          <w:i/>
        </w:rPr>
        <w:t>B</w:t>
      </w:r>
      <w:r w:rsidR="00B562DE" w:rsidRPr="00B562DE">
        <w:rPr>
          <w:i/>
        </w:rPr>
        <w:t>_P4</w:t>
      </w:r>
      <w:r w:rsidR="00CE64A9">
        <w:rPr>
          <w:i/>
        </w:rPr>
        <w:t>3</w:t>
      </w:r>
      <w:r w:rsidR="00741A56">
        <w:rPr>
          <w:i/>
        </w:rPr>
        <w:t>25</w:t>
      </w:r>
      <w:r w:rsidR="00B562DE" w:rsidRPr="00B562DE">
        <w:rPr>
          <w:i/>
        </w:rPr>
        <w:t>_Požadavky na výkon a funkci</w:t>
      </w:r>
      <w:r w:rsidR="00D3343B" w:rsidRPr="00B2233D">
        <w:rPr>
          <w:i/>
        </w:rPr>
        <w:t>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3E02FCD9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B562DE" w:rsidRPr="00B562DE">
        <w:rPr>
          <w:i/>
        </w:rPr>
        <w:t>Stavba_</w:t>
      </w:r>
      <w:r w:rsidR="00741A56">
        <w:rPr>
          <w:i/>
        </w:rPr>
        <w:t>B</w:t>
      </w:r>
      <w:r w:rsidR="00B562DE" w:rsidRPr="00B562DE">
        <w:rPr>
          <w:i/>
        </w:rPr>
        <w:t>_P4</w:t>
      </w:r>
      <w:r w:rsidR="00CE64A9">
        <w:rPr>
          <w:i/>
        </w:rPr>
        <w:t>3</w:t>
      </w:r>
      <w:r w:rsidR="00741A56">
        <w:rPr>
          <w:i/>
        </w:rPr>
        <w:t>25</w:t>
      </w:r>
      <w:r w:rsidR="00B562DE" w:rsidRPr="00B562DE">
        <w:rPr>
          <w:i/>
        </w:rPr>
        <w:t>_Požadavky na výkon a funkci</w:t>
      </w:r>
      <w:r w:rsidR="00D3343B" w:rsidRPr="00B2233D">
        <w:rPr>
          <w:i/>
        </w:rPr>
        <w:t>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</w:t>
      </w:r>
      <w:proofErr w:type="gramStart"/>
      <w:r w:rsidR="003E6B82" w:rsidRPr="00DE369C">
        <w:rPr>
          <w:rStyle w:val="Tun"/>
          <w:b w:val="0"/>
        </w:rPr>
        <w:t>dvě</w:t>
      </w:r>
      <w:proofErr w:type="gramEnd"/>
      <w:r w:rsidR="003E6B82" w:rsidRPr="00DE369C">
        <w:rPr>
          <w:rStyle w:val="Tun"/>
          <w:b w:val="0"/>
        </w:rPr>
        <w:t xml:space="preserve">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3B66365" w15:done="0"/>
  <w15:commentEx w15:paraId="070FD2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50F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850F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69208C5D" w:rsidR="00CF0EF4" w:rsidRPr="00A14215" w:rsidRDefault="00741A56" w:rsidP="00C87634">
          <w:pPr>
            <w:pStyle w:val="Zpatvlevo"/>
          </w:pPr>
          <w:fldSimple w:instr=" STYLEREF  _Název_akce  \* MERGEFORMAT ">
            <w:r w:rsidR="00A850F9" w:rsidRPr="00A850F9">
              <w:rPr>
                <w:bCs/>
                <w:noProof/>
              </w:rPr>
              <w:t>Doplnění</w:t>
            </w:r>
            <w:r w:rsidR="00A850F9">
              <w:rPr>
                <w:noProof/>
              </w:rPr>
              <w:t xml:space="preserve"> závor na PZS (P4325) v km 49,079 TÚ Hanušovice – Mikulovice</w:t>
            </w:r>
          </w:fldSimple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1A13412B" w:rsidR="00CF0EF4" w:rsidRPr="00A14215" w:rsidRDefault="00741A56" w:rsidP="00C87634">
          <w:pPr>
            <w:pStyle w:val="Zpatvpravo"/>
          </w:pPr>
          <w:fldSimple w:instr=" STYLEREF  _Název_akce  \* MERGEFORMAT ">
            <w:r w:rsidR="00A850F9" w:rsidRPr="00A850F9">
              <w:rPr>
                <w:bCs/>
                <w:noProof/>
              </w:rPr>
              <w:t>Doplnění závor</w:t>
            </w:r>
            <w:r w:rsidR="00A850F9">
              <w:rPr>
                <w:noProof/>
              </w:rPr>
              <w:t xml:space="preserve"> na PZS (P4325) v km 49,079 TÚ Hanušovice – Mikulovice</w:t>
            </w:r>
          </w:fldSimple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50F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850F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ko Milan, Ing.">
    <w15:presenceInfo w15:providerId="AD" w15:userId="S-1-5-21-3656830906-3839017365-80349702-14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styleLockTheme/>
  <w:styleLockQFSet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203B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2C1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1A56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14215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850F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562DE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09A0"/>
    <w:rsid w:val="00CB6A37"/>
    <w:rsid w:val="00CB7684"/>
    <w:rsid w:val="00CC7C8F"/>
    <w:rsid w:val="00CD039F"/>
    <w:rsid w:val="00CD1FC4"/>
    <w:rsid w:val="00CE64A9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56B14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EC4F56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410FC0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sharepoint/v3/field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44C702A-9960-4C1A-9BB6-89026935C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3</TotalTime>
  <Pages>6</Pages>
  <Words>1588</Words>
  <Characters>9376</Characters>
  <Application>Microsoft Office Word</Application>
  <DocSecurity>0</DocSecurity>
  <Lines>78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Srovnal Otakar, Ing.</cp:lastModifiedBy>
  <cp:revision>4</cp:revision>
  <cp:lastPrinted>2019-03-13T10:28:00Z</cp:lastPrinted>
  <dcterms:created xsi:type="dcterms:W3CDTF">2021-02-24T09:13:00Z</dcterms:created>
  <dcterms:modified xsi:type="dcterms:W3CDTF">2021-02-24T09:22:00Z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